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ogłoszenia o zamówieniu </w:t>
      </w:r>
      <w:r w:rsidRPr="0096184E">
        <w:rPr>
          <w:rFonts w:ascii="Arial Narrow" w:hAnsi="Arial Narrow" w:cs="Arial"/>
          <w:b/>
        </w:rPr>
        <w:t xml:space="preserve"> 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                           nr  1</w:t>
      </w:r>
      <w:r w:rsidRPr="0096184E">
        <w:rPr>
          <w:rFonts w:ascii="Calibri" w:hAnsi="Calibri" w:cs="Calibri,Bold"/>
          <w:bCs/>
        </w:rPr>
        <w:t>/2016/</w:t>
      </w:r>
      <w:r w:rsidRPr="0096184E">
        <w:rPr>
          <w:rFonts w:ascii="Calibri" w:hAnsi="Calibri"/>
          <w:color w:val="000000"/>
        </w:rPr>
        <w:t>RPLD.10.01.00-10-</w:t>
      </w:r>
      <w:r w:rsidRPr="0096184E">
        <w:rPr>
          <w:rFonts w:ascii="Calibri" w:hAnsi="Calibri"/>
          <w:color w:val="000000"/>
          <w:shd w:val="clear" w:color="auto" w:fill="FFFFFF"/>
        </w:rPr>
        <w:t>A012/16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3B4C9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>
        <w:rPr>
          <w:noProof/>
        </w:rPr>
        <w:pict>
          <v:roundrect id="AutoShape 2" o:spid="_x0000_s1026" style="position:absolute;left:0;text-align:left;margin-left:-11.65pt;margin-top:7.95pt;width:152.25pt;height:66pt;z-index:1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style="mso-next-textbox:#AutoShape 2" inset="1pt,1pt,1pt,1pt">
              <w:txbxContent>
                <w:p w:rsidR="003C53E2" w:rsidRDefault="003C53E2" w:rsidP="00CB6204"/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3C53E2" w:rsidRDefault="003C53E2" w:rsidP="00CB6204"/>
              </w:txbxContent>
            </v:textbox>
          </v:roundrect>
        </w:pic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C53E2" w:rsidRPr="007E2A30" w:rsidRDefault="008E3C07" w:rsidP="008E3C07">
      <w:pPr>
        <w:jc w:val="both"/>
        <w:rPr>
          <w:rFonts w:ascii="Arial Narrow" w:hAnsi="Arial Narrow" w:cs="TimesNewRomanPS-BoldMT"/>
          <w:bCs/>
          <w:sz w:val="22"/>
          <w:szCs w:val="22"/>
        </w:rPr>
      </w:pPr>
      <w:r w:rsidRPr="008E3C07">
        <w:rPr>
          <w:rFonts w:ascii="Arial Narrow" w:hAnsi="Arial Narrow"/>
          <w:sz w:val="22"/>
          <w:szCs w:val="22"/>
        </w:rPr>
        <w:t>Składając ofertę w  Postępowaniu o udzielenie zamówienia nr 1/2016/RPLD.10.01.00-10-A012/16  dotyczącego wykonanie prac remontowych w zakresie objętym opisem przedmiotu zamówienia,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 polegających na adaptacji pomieszczeń budynku zlokalizowanego przy ul. Braterskiej 1 w Łowiczu, w którym ma być prowadzony żłobek, realizowanych w ramach projektu nr RPLD.10.01.00-10-A012/16  pn. </w:t>
      </w:r>
      <w:r w:rsidRPr="008E3C07">
        <w:rPr>
          <w:rFonts w:ascii="Arial Narrow" w:hAnsi="Arial Narrow"/>
          <w:i/>
          <w:sz w:val="22"/>
          <w:szCs w:val="22"/>
        </w:rPr>
        <w:t>Koliberek w Łowiczu,</w:t>
      </w:r>
      <w:r w:rsidRPr="008E3C07">
        <w:rPr>
          <w:rFonts w:ascii="Arial Narrow" w:hAnsi="Arial Narrow"/>
          <w:sz w:val="22"/>
          <w:szCs w:val="22"/>
        </w:rPr>
        <w:t xml:space="preserve">  współfinansowanego ze środków Unii Europejskiej Regionalnego Programu Operacyjnego Województwa Łódzkiego na lata 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2014 – 2020,  Osi Priorytetowej  X  </w:t>
      </w:r>
      <w:r w:rsidRPr="008E3C0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w celu wykazania braku podstaw do wykluczenia z postępowania o udzielenie zamówienia wykonawcy stosownie do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Rozporządzeniem Prezesa Rady Ministrów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z dnia 19 lutego 2013r.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A1" w:rsidRPr="003770DB" w:rsidRDefault="00A46EA1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Pr="003770DB">
        <w:rPr>
          <w:rFonts w:ascii="Arial Narrow" w:hAnsi="Arial Narrow"/>
          <w:sz w:val="22"/>
          <w:szCs w:val="22"/>
        </w:rPr>
        <w:br/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</w:t>
      </w:r>
      <w:r w:rsidRPr="003770DB">
        <w:rPr>
          <w:rFonts w:ascii="Arial Narrow" w:hAnsi="Arial Narrow"/>
          <w:sz w:val="22"/>
          <w:szCs w:val="22"/>
        </w:rPr>
        <w:br/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3770D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sectPr w:rsidR="003C53E2" w:rsidRPr="003770DB" w:rsidSect="00A46EA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91" w:rsidRDefault="003B4C91">
      <w:r>
        <w:separator/>
      </w:r>
    </w:p>
  </w:endnote>
  <w:endnote w:type="continuationSeparator" w:id="0">
    <w:p w:rsidR="003B4C91" w:rsidRDefault="003B4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3E2" w:rsidRDefault="003C53E2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Pr="00A46EA1">
      <w:rPr>
        <w:b/>
        <w:bCs/>
        <w:color w:val="A6A6A6"/>
        <w:sz w:val="24"/>
        <w:szCs w:val="24"/>
      </w:rPr>
      <w:fldChar w:fldCharType="separate"/>
    </w:r>
    <w:r w:rsidR="008E3C07">
      <w:rPr>
        <w:b/>
        <w:bCs/>
        <w:noProof/>
        <w:color w:val="A6A6A6"/>
      </w:rPr>
      <w:t>1</w:t>
    </w:r>
    <w:r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Pr="00A46EA1">
      <w:rPr>
        <w:b/>
        <w:bCs/>
        <w:color w:val="A6A6A6"/>
        <w:sz w:val="24"/>
        <w:szCs w:val="24"/>
      </w:rPr>
      <w:fldChar w:fldCharType="separate"/>
    </w:r>
    <w:r w:rsidR="008E3C07">
      <w:rPr>
        <w:b/>
        <w:bCs/>
        <w:noProof/>
        <w:color w:val="A6A6A6"/>
      </w:rPr>
      <w:t>3</w:t>
    </w:r>
    <w:r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91" w:rsidRDefault="003B4C91">
      <w:r>
        <w:separator/>
      </w:r>
    </w:p>
  </w:footnote>
  <w:footnote w:type="continuationSeparator" w:id="0">
    <w:p w:rsidR="003B4C91" w:rsidRDefault="003B4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5CE" w:rsidRDefault="003B4C91">
    <w:pPr>
      <w:pStyle w:val="Nagwek"/>
    </w:pPr>
    <w:r>
      <w:rPr>
        <w:rFonts w:ascii="Arial Narrow" w:hAnsi="Arial Narrow" w:cs="TimesNewRomanPS-BoldMT"/>
        <w:b/>
        <w:bCs/>
        <w:color w:val="A6A6A6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85.5pt">
          <v:imagedata r:id="rId1" o:title=""/>
        </v:shape>
      </w:pict>
    </w:r>
  </w:p>
  <w:p w:rsidR="00E445CE" w:rsidRDefault="00E445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0FB"/>
    <w:rsid w:val="00002F64"/>
    <w:rsid w:val="00015E74"/>
    <w:rsid w:val="000254BC"/>
    <w:rsid w:val="00050EAC"/>
    <w:rsid w:val="000C3691"/>
    <w:rsid w:val="000E6599"/>
    <w:rsid w:val="0010484B"/>
    <w:rsid w:val="00111985"/>
    <w:rsid w:val="001614BA"/>
    <w:rsid w:val="00174746"/>
    <w:rsid w:val="001867D6"/>
    <w:rsid w:val="001C0A5E"/>
    <w:rsid w:val="00245CCF"/>
    <w:rsid w:val="00264E38"/>
    <w:rsid w:val="002776BA"/>
    <w:rsid w:val="002B09A7"/>
    <w:rsid w:val="002B1E07"/>
    <w:rsid w:val="002C2DE7"/>
    <w:rsid w:val="002D3BDF"/>
    <w:rsid w:val="002E14DF"/>
    <w:rsid w:val="0030117A"/>
    <w:rsid w:val="003024A8"/>
    <w:rsid w:val="00310EA1"/>
    <w:rsid w:val="00336EEB"/>
    <w:rsid w:val="00376A34"/>
    <w:rsid w:val="003770DB"/>
    <w:rsid w:val="003B4C91"/>
    <w:rsid w:val="003C53E2"/>
    <w:rsid w:val="003D247A"/>
    <w:rsid w:val="003F6927"/>
    <w:rsid w:val="00415097"/>
    <w:rsid w:val="00422381"/>
    <w:rsid w:val="00430649"/>
    <w:rsid w:val="00445EAA"/>
    <w:rsid w:val="00460820"/>
    <w:rsid w:val="00461A80"/>
    <w:rsid w:val="004704CB"/>
    <w:rsid w:val="004C55DE"/>
    <w:rsid w:val="004D5C77"/>
    <w:rsid w:val="004F4EF4"/>
    <w:rsid w:val="004F5887"/>
    <w:rsid w:val="00513E43"/>
    <w:rsid w:val="0053093F"/>
    <w:rsid w:val="00533E9F"/>
    <w:rsid w:val="00541CBB"/>
    <w:rsid w:val="00545B2B"/>
    <w:rsid w:val="0056132E"/>
    <w:rsid w:val="005A5013"/>
    <w:rsid w:val="005A53AC"/>
    <w:rsid w:val="005C3627"/>
    <w:rsid w:val="005C5EFD"/>
    <w:rsid w:val="005D49DC"/>
    <w:rsid w:val="006608B6"/>
    <w:rsid w:val="00664D2F"/>
    <w:rsid w:val="006B51E7"/>
    <w:rsid w:val="00711F98"/>
    <w:rsid w:val="007159A5"/>
    <w:rsid w:val="00735508"/>
    <w:rsid w:val="00736B31"/>
    <w:rsid w:val="00747C6F"/>
    <w:rsid w:val="00756EB9"/>
    <w:rsid w:val="00761F1F"/>
    <w:rsid w:val="00772182"/>
    <w:rsid w:val="007A6E5D"/>
    <w:rsid w:val="007B5C7D"/>
    <w:rsid w:val="007E2A30"/>
    <w:rsid w:val="007F3D76"/>
    <w:rsid w:val="007F7493"/>
    <w:rsid w:val="00822129"/>
    <w:rsid w:val="008460DE"/>
    <w:rsid w:val="00882E9F"/>
    <w:rsid w:val="008A10FB"/>
    <w:rsid w:val="008B33D7"/>
    <w:rsid w:val="008D4CAF"/>
    <w:rsid w:val="008E370F"/>
    <w:rsid w:val="008E3C07"/>
    <w:rsid w:val="008E44E5"/>
    <w:rsid w:val="0096184E"/>
    <w:rsid w:val="00973778"/>
    <w:rsid w:val="009A21D7"/>
    <w:rsid w:val="009F3045"/>
    <w:rsid w:val="00A24942"/>
    <w:rsid w:val="00A36386"/>
    <w:rsid w:val="00A46EA1"/>
    <w:rsid w:val="00A46EFE"/>
    <w:rsid w:val="00A807A7"/>
    <w:rsid w:val="00A865D8"/>
    <w:rsid w:val="00AB17D2"/>
    <w:rsid w:val="00AB7377"/>
    <w:rsid w:val="00AC6823"/>
    <w:rsid w:val="00B26102"/>
    <w:rsid w:val="00B270D3"/>
    <w:rsid w:val="00B3630A"/>
    <w:rsid w:val="00B77146"/>
    <w:rsid w:val="00BB4029"/>
    <w:rsid w:val="00BE6092"/>
    <w:rsid w:val="00C00733"/>
    <w:rsid w:val="00C653CE"/>
    <w:rsid w:val="00C71591"/>
    <w:rsid w:val="00C87440"/>
    <w:rsid w:val="00CB6204"/>
    <w:rsid w:val="00CC527A"/>
    <w:rsid w:val="00D362AD"/>
    <w:rsid w:val="00D814F5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46593"/>
    <w:rsid w:val="00F568D6"/>
    <w:rsid w:val="00F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3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APrzyklota</dc:creator>
  <cp:keywords/>
  <dc:description/>
  <cp:lastModifiedBy>hp</cp:lastModifiedBy>
  <cp:revision>4</cp:revision>
  <cp:lastPrinted>2010-01-07T08:39:00Z</cp:lastPrinted>
  <dcterms:created xsi:type="dcterms:W3CDTF">2016-10-01T07:59:00Z</dcterms:created>
  <dcterms:modified xsi:type="dcterms:W3CDTF">2016-10-03T15:10:00Z</dcterms:modified>
</cp:coreProperties>
</file>